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F9BE4A3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</w:t>
      </w:r>
      <w:r w:rsidR="006F6842">
        <w:rPr>
          <w:rFonts w:ascii="Corbel" w:hAnsi="Corbel"/>
          <w:i/>
          <w:smallCaps/>
          <w:sz w:val="24"/>
          <w:szCs w:val="24"/>
        </w:rPr>
        <w:t>2019-2022</w:t>
      </w:r>
    </w:p>
    <w:p w14:paraId="39922766" w14:textId="2423F9C7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6F6842">
        <w:rPr>
          <w:rFonts w:ascii="Corbel" w:hAnsi="Corbel"/>
          <w:sz w:val="20"/>
          <w:szCs w:val="20"/>
        </w:rPr>
        <w:t>0</w:t>
      </w:r>
      <w:r w:rsidR="007E295B">
        <w:rPr>
          <w:rFonts w:ascii="Corbel" w:hAnsi="Corbel"/>
          <w:sz w:val="20"/>
          <w:szCs w:val="20"/>
        </w:rPr>
        <w:t>/202</w:t>
      </w:r>
      <w:r w:rsidR="006F6842">
        <w:rPr>
          <w:rFonts w:ascii="Corbel" w:hAnsi="Corbel"/>
          <w:sz w:val="20"/>
          <w:szCs w:val="20"/>
        </w:rPr>
        <w:t>1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ECDFB55" w:rsidR="0085747A" w:rsidRPr="00C830CE" w:rsidRDefault="00C83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0C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42399F4" w:rsidR="00015B8F" w:rsidRPr="009C54AE" w:rsidRDefault="00C830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3DA2CA11" w:rsidR="00497D12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77777777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FED14B1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14:paraId="12BF68E0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14:paraId="0EFC1091" w14:textId="77777777" w:rsidR="0085747A" w:rsidRPr="009C54AE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B41518"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7777777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77777777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3D4FCB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5594115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723FCDD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5BC6E603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7C7E35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organizacyjno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14:paraId="410C310F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1126D75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0898518A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38FF1D7E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7D1934F0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  <w:p w14:paraId="7E132FA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55E5FC99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Bariery rozwoju MSP; system wspierania organizacyjno – 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0C58C86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6986810F" w14:textId="77777777" w:rsidR="00223D60" w:rsidRPr="009C54AE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77777777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6A28CA9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E6105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7777777" w:rsidR="00FA23DD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CACFDC8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4523D783" w:rsidR="0085747A" w:rsidRPr="009C54AE" w:rsidRDefault="00C830C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E133682" w:rsidR="00C61DC5" w:rsidRPr="009C54AE" w:rsidRDefault="00C830C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E614C9" w14:textId="77777777" w:rsidR="00F50867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4238EE83" w14:textId="77777777" w:rsidR="00617678" w:rsidRPr="00CA14FA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132075F5" w14:textId="77777777" w:rsidTr="48A71AB8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4910BD" w14:textId="77777777" w:rsidR="000C5048" w:rsidRPr="000C5048" w:rsidRDefault="000C5048" w:rsidP="007E295B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537762AB" w14:textId="25CF127E" w:rsidR="00617678" w:rsidRPr="00CA14FA" w:rsidRDefault="000C5048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>A. Postuła, J. Majczyk, M. Darecki, Przedsiębiorczość : jednostka, organizacja, kontekst, Wydawnictwo Naukowe Wydziału Zarządzania Uniwersytetu Warszawskiego, Warszawa, 2015</w:t>
            </w:r>
          </w:p>
          <w:p w14:paraId="749F51A2" w14:textId="1A0E7137" w:rsidR="00617678" w:rsidRPr="00CA14FA" w:rsidRDefault="42FB7C9B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 Studia ekonomiczne, Zeszyty naukowe Uniwersytetu Ekonomicznego w Katowicach, 2017, nr. 338, s. 81-96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863C9" w14:textId="77777777" w:rsidR="006C19E1" w:rsidRDefault="006C19E1" w:rsidP="00C16ABF">
      <w:pPr>
        <w:spacing w:after="0" w:line="240" w:lineRule="auto"/>
      </w:pPr>
      <w:r>
        <w:separator/>
      </w:r>
    </w:p>
  </w:endnote>
  <w:endnote w:type="continuationSeparator" w:id="0">
    <w:p w14:paraId="69981C48" w14:textId="77777777" w:rsidR="006C19E1" w:rsidRDefault="006C19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69095" w14:textId="77777777" w:rsidR="006C19E1" w:rsidRDefault="006C19E1" w:rsidP="00C16ABF">
      <w:pPr>
        <w:spacing w:after="0" w:line="240" w:lineRule="auto"/>
      </w:pPr>
      <w:r>
        <w:separator/>
      </w:r>
    </w:p>
  </w:footnote>
  <w:footnote w:type="continuationSeparator" w:id="0">
    <w:p w14:paraId="7657D7C6" w14:textId="77777777" w:rsidR="006C19E1" w:rsidRDefault="006C19E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C19E1"/>
    <w:rsid w:val="006D050F"/>
    <w:rsid w:val="006D6139"/>
    <w:rsid w:val="006E5D65"/>
    <w:rsid w:val="006F1282"/>
    <w:rsid w:val="006F1FBC"/>
    <w:rsid w:val="006F31E2"/>
    <w:rsid w:val="006F684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830CE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0AA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BF1904-3F72-44CC-9D85-34279FD05F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1048</Words>
  <Characters>6288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2020-10-24T19:28:00Z</dcterms:created>
  <dcterms:modified xsi:type="dcterms:W3CDTF">2020-12-10T18:34:00Z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